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9DE62" w14:textId="77777777" w:rsidR="00C47D23" w:rsidRPr="00E960BB" w:rsidRDefault="00C47D23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4C0B7D6C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</w:t>
      </w:r>
      <w:r w:rsidR="00781AE4">
        <w:rPr>
          <w:rFonts w:ascii="Corbel" w:hAnsi="Corbel"/>
          <w:i/>
          <w:smallCaps/>
          <w:sz w:val="24"/>
          <w:szCs w:val="24"/>
        </w:rPr>
        <w:t>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781AE4">
        <w:rPr>
          <w:rFonts w:ascii="Corbel" w:hAnsi="Corbel"/>
          <w:i/>
          <w:smallCaps/>
          <w:sz w:val="24"/>
          <w:szCs w:val="24"/>
        </w:rPr>
        <w:t>3</w:t>
      </w:r>
    </w:p>
    <w:p w14:paraId="43FC16B1" w14:textId="38C91CDE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781AE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781AE4">
        <w:rPr>
          <w:rFonts w:ascii="Corbel" w:hAnsi="Corbel"/>
          <w:sz w:val="20"/>
          <w:szCs w:val="20"/>
        </w:rPr>
        <w:t>3</w:t>
      </w:r>
      <w:bookmarkStart w:id="2" w:name="_GoBack"/>
      <w:bookmarkEnd w:id="2"/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4C920A2C" w:rsidR="00423EB1" w:rsidRPr="009C54AE" w:rsidRDefault="0001045C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23E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2779568D" w:rsidR="00015B8F" w:rsidRPr="009C54AE" w:rsidRDefault="000104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lastRenderedPageBreak/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2C0CDF1C" w:rsidR="0085747A" w:rsidRPr="009C54AE" w:rsidRDefault="0001045C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6BC565CD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1045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77777777" w:rsidR="00A7691D" w:rsidRPr="00A7691D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 podstawy, systemy i narz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dzia / S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awomir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- Gliwice : Helion, 2011.</w:t>
            </w:r>
          </w:p>
          <w:p w14:paraId="5137C691" w14:textId="77777777" w:rsidR="00A7691D" w:rsidRPr="009C54AE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 standardy i zasady / Jerzy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. - Wyd. 2 zm. - Warszawa : Wydawnictwo WNT,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77777777" w:rsidR="00A7691D" w:rsidRPr="00A7691D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dzia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 organizacji : modele i metody doskonalenia / Krystyna Lisiecka, Ewa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-Gwiazda. - Katowice : Wydawnictwo Uniwersytetu Ekonomicznego, 2014.</w:t>
            </w:r>
          </w:p>
          <w:p w14:paraId="018DBFBE" w14:textId="77777777" w:rsidR="00A7691D" w:rsidRPr="009C54AE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Karaszewski R.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 K.,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Zarządzanie jakością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1037A" w14:textId="77777777" w:rsidR="00FE1F89" w:rsidRDefault="00FE1F89" w:rsidP="00C16ABF">
      <w:pPr>
        <w:spacing w:after="0" w:line="240" w:lineRule="auto"/>
      </w:pPr>
      <w:r>
        <w:separator/>
      </w:r>
    </w:p>
  </w:endnote>
  <w:endnote w:type="continuationSeparator" w:id="0">
    <w:p w14:paraId="05069292" w14:textId="77777777" w:rsidR="00FE1F89" w:rsidRDefault="00FE1F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E355F" w14:textId="77777777" w:rsidR="00FE1F89" w:rsidRDefault="00FE1F89" w:rsidP="00C16ABF">
      <w:pPr>
        <w:spacing w:after="0" w:line="240" w:lineRule="auto"/>
      </w:pPr>
      <w:r>
        <w:separator/>
      </w:r>
    </w:p>
  </w:footnote>
  <w:footnote w:type="continuationSeparator" w:id="0">
    <w:p w14:paraId="32864ED1" w14:textId="77777777" w:rsidR="00FE1F89" w:rsidRDefault="00FE1F89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45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D657B"/>
    <w:rsid w:val="001D7B54"/>
    <w:rsid w:val="001E0209"/>
    <w:rsid w:val="001F2CA2"/>
    <w:rsid w:val="00201C83"/>
    <w:rsid w:val="00211B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AE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27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F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476AF271-7E90-46A6-853E-8A138ABB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5EB3A0-7BE4-437B-8C00-19B817604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65B707-1801-41E2-B171-3CA9C09A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744</Words>
  <Characters>4466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2020-12-13T10:23:00Z</dcterms:created>
  <dcterms:modified xsi:type="dcterms:W3CDTF">2021-09-06T06:43:00Z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